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6B2" w:rsidRDefault="00B653AC">
      <w:pPr>
        <w:rPr>
          <w:b/>
          <w:u w:val="single"/>
        </w:rPr>
      </w:pPr>
      <w:r w:rsidRPr="00B653AC">
        <w:rPr>
          <w:u w:val="single"/>
        </w:rPr>
        <w:t xml:space="preserve">Home learning – due </w:t>
      </w:r>
      <w:r w:rsidRPr="00B653AC">
        <w:rPr>
          <w:b/>
          <w:u w:val="single"/>
        </w:rPr>
        <w:t>14</w:t>
      </w:r>
      <w:r w:rsidRPr="00B653AC">
        <w:rPr>
          <w:b/>
          <w:u w:val="single"/>
          <w:vertAlign w:val="superscript"/>
        </w:rPr>
        <w:t>th</w:t>
      </w:r>
      <w:r w:rsidRPr="00B653AC">
        <w:rPr>
          <w:b/>
          <w:u w:val="single"/>
        </w:rPr>
        <w:t xml:space="preserve"> January 2016</w:t>
      </w:r>
    </w:p>
    <w:p w:rsidR="00B653AC" w:rsidRPr="00B70280" w:rsidRDefault="00B653AC">
      <w:pPr>
        <w:rPr>
          <w:b/>
        </w:rPr>
      </w:pPr>
      <w:r w:rsidRPr="00B70280">
        <w:rPr>
          <w:b/>
        </w:rPr>
        <w:t>Spell the following answers correctly.</w:t>
      </w:r>
    </w:p>
    <w:p w:rsidR="00B653AC" w:rsidRDefault="00B653AC" w:rsidP="00B653AC">
      <w:pPr>
        <w:spacing w:line="240" w:lineRule="auto"/>
      </w:pPr>
      <w:r>
        <w:t xml:space="preserve">1) Who wrote </w:t>
      </w:r>
      <w:r w:rsidRPr="00B70280">
        <w:rPr>
          <w:i/>
        </w:rPr>
        <w:t>Romeo and Juliet</w:t>
      </w:r>
      <w:r>
        <w:t>? …………………………………………………………………………..</w:t>
      </w:r>
    </w:p>
    <w:p w:rsidR="00B653AC" w:rsidRDefault="00B653AC" w:rsidP="00B653AC">
      <w:pPr>
        <w:spacing w:line="240" w:lineRule="auto"/>
      </w:pPr>
      <w:r>
        <w:t>2) Who was the monarch during the 1590s</w:t>
      </w:r>
      <w:proofErr w:type="gramStart"/>
      <w:r>
        <w:t xml:space="preserve">? </w:t>
      </w:r>
      <w:proofErr w:type="gramEnd"/>
      <w:r>
        <w:t>………………………………………………………….</w:t>
      </w:r>
    </w:p>
    <w:p w:rsidR="00B653AC" w:rsidRDefault="00B653AC" w:rsidP="00B653AC">
      <w:pPr>
        <w:spacing w:line="240" w:lineRule="auto"/>
      </w:pPr>
      <w:r>
        <w:t>3) What genre of play is Romeo and Juliet</w:t>
      </w:r>
      <w:proofErr w:type="gramStart"/>
      <w:r>
        <w:t xml:space="preserve">? </w:t>
      </w:r>
      <w:proofErr w:type="gramEnd"/>
      <w:r>
        <w:t>……………………………………………………………</w:t>
      </w:r>
    </w:p>
    <w:p w:rsidR="00B653AC" w:rsidRDefault="00B653AC" w:rsidP="00B653AC">
      <w:pPr>
        <w:spacing w:line="240" w:lineRule="auto"/>
      </w:pPr>
      <w:r>
        <w:t>4) What is the op</w:t>
      </w:r>
      <w:r w:rsidR="005062EB">
        <w:t xml:space="preserve">ening 14 lines of the play </w:t>
      </w:r>
      <w:proofErr w:type="gramStart"/>
      <w:r w:rsidR="005062EB">
        <w:t>called ?</w:t>
      </w:r>
      <w:proofErr w:type="gramEnd"/>
      <w:r w:rsidR="005062EB">
        <w:t xml:space="preserve"> ………………………………………………..</w:t>
      </w:r>
    </w:p>
    <w:p w:rsidR="005062EB" w:rsidRDefault="005062EB" w:rsidP="00B653AC">
      <w:pPr>
        <w:spacing w:line="240" w:lineRule="auto"/>
      </w:pPr>
      <w:r>
        <w:t>5)</w:t>
      </w:r>
      <w:r w:rsidR="00B70280">
        <w:t xml:space="preserve"> What are the two family names in </w:t>
      </w:r>
      <w:r w:rsidR="00B70280" w:rsidRPr="00B70280">
        <w:rPr>
          <w:i/>
        </w:rPr>
        <w:t>Romeo and Juliet</w:t>
      </w:r>
      <w:r w:rsidR="00B70280">
        <w:t>? ………………………………………..</w:t>
      </w:r>
    </w:p>
    <w:p w:rsidR="00B70280" w:rsidRDefault="00B70280" w:rsidP="00B653AC">
      <w:pPr>
        <w:spacing w:line="240" w:lineRule="auto"/>
        <w:rPr>
          <w:b/>
        </w:rPr>
      </w:pPr>
      <w:r w:rsidRPr="00B70280">
        <w:rPr>
          <w:b/>
        </w:rPr>
        <w:t>Answer the following question in full sentences.</w:t>
      </w:r>
    </w:p>
    <w:p w:rsidR="00B70280" w:rsidRDefault="00B70280" w:rsidP="00B653AC">
      <w:pPr>
        <w:spacing w:line="240" w:lineRule="auto"/>
      </w:pPr>
      <w:r>
        <w:t>1) Where in London would the play have been performed?</w:t>
      </w:r>
    </w:p>
    <w:p w:rsidR="00B70280" w:rsidRDefault="00B70280" w:rsidP="00B653AC">
      <w:pPr>
        <w:spacing w:line="240" w:lineRule="auto"/>
      </w:pPr>
      <w:r>
        <w:t>………………………………………………………………………………………………………………………………….</w:t>
      </w:r>
    </w:p>
    <w:p w:rsidR="00B70280" w:rsidRPr="00B70280" w:rsidRDefault="00B70280" w:rsidP="00B70280">
      <w:pPr>
        <w:spacing w:line="240" w:lineRule="auto"/>
      </w:pPr>
      <w:r>
        <w:t>………………………………………………………………………………………………………………………………….</w:t>
      </w:r>
    </w:p>
    <w:p w:rsidR="00B70280" w:rsidRDefault="00B70280" w:rsidP="00B653AC">
      <w:pPr>
        <w:spacing w:line="240" w:lineRule="auto"/>
      </w:pPr>
      <w:r>
        <w:t>2) How old was Shakespeare when he got married and why was the marriage rushed?</w:t>
      </w:r>
    </w:p>
    <w:p w:rsidR="00B70280" w:rsidRDefault="00B70280" w:rsidP="00B70280">
      <w:pPr>
        <w:spacing w:line="240" w:lineRule="auto"/>
      </w:pPr>
      <w:r>
        <w:t>………………………………………………………………………………………………………………………………….</w:t>
      </w:r>
    </w:p>
    <w:p w:rsidR="00B70280" w:rsidRDefault="00B70280" w:rsidP="00B70280">
      <w:pPr>
        <w:spacing w:line="240" w:lineRule="auto"/>
      </w:pPr>
      <w:r>
        <w:t>………………………………………………………………………………………………………………………………….</w:t>
      </w:r>
    </w:p>
    <w:p w:rsidR="00B70280" w:rsidRDefault="00B70280" w:rsidP="00B70280">
      <w:pPr>
        <w:spacing w:line="240" w:lineRule="auto"/>
      </w:pPr>
    </w:p>
    <w:p w:rsidR="00B70280" w:rsidRDefault="00B70280" w:rsidP="00B70280">
      <w:pPr>
        <w:spacing w:line="240" w:lineRule="auto"/>
      </w:pPr>
    </w:p>
    <w:p w:rsidR="00B70280" w:rsidRDefault="00B70280" w:rsidP="00B70280">
      <w:pPr>
        <w:rPr>
          <w:b/>
          <w:u w:val="single"/>
        </w:rPr>
      </w:pPr>
      <w:r w:rsidRPr="00B653AC">
        <w:rPr>
          <w:u w:val="single"/>
        </w:rPr>
        <w:t xml:space="preserve">Home learning – due </w:t>
      </w:r>
      <w:r w:rsidRPr="00B653AC">
        <w:rPr>
          <w:b/>
          <w:u w:val="single"/>
        </w:rPr>
        <w:t>14</w:t>
      </w:r>
      <w:r w:rsidRPr="00B653AC">
        <w:rPr>
          <w:b/>
          <w:u w:val="single"/>
          <w:vertAlign w:val="superscript"/>
        </w:rPr>
        <w:t>th</w:t>
      </w:r>
      <w:r w:rsidRPr="00B653AC">
        <w:rPr>
          <w:b/>
          <w:u w:val="single"/>
        </w:rPr>
        <w:t xml:space="preserve"> January 2016</w:t>
      </w:r>
    </w:p>
    <w:p w:rsidR="00B70280" w:rsidRPr="00B70280" w:rsidRDefault="00B70280" w:rsidP="00B70280">
      <w:pPr>
        <w:rPr>
          <w:b/>
        </w:rPr>
      </w:pPr>
      <w:r w:rsidRPr="00B70280">
        <w:rPr>
          <w:b/>
        </w:rPr>
        <w:t>Spell the following answers correctly.</w:t>
      </w:r>
    </w:p>
    <w:p w:rsidR="00B70280" w:rsidRDefault="00B70280" w:rsidP="00B70280">
      <w:pPr>
        <w:spacing w:line="240" w:lineRule="auto"/>
      </w:pPr>
      <w:r>
        <w:t xml:space="preserve">1) Who wrote </w:t>
      </w:r>
      <w:r w:rsidRPr="00B70280">
        <w:rPr>
          <w:i/>
        </w:rPr>
        <w:t>Romeo and Juliet</w:t>
      </w:r>
      <w:r>
        <w:t>? …………………………………………………………………………..</w:t>
      </w:r>
    </w:p>
    <w:p w:rsidR="00B70280" w:rsidRDefault="00B70280" w:rsidP="00B70280">
      <w:pPr>
        <w:spacing w:line="240" w:lineRule="auto"/>
      </w:pPr>
      <w:r>
        <w:t>2) Who was the monarch during the 1590s? ………………………………………………………….</w:t>
      </w:r>
    </w:p>
    <w:p w:rsidR="00B70280" w:rsidRDefault="00B70280" w:rsidP="00B70280">
      <w:pPr>
        <w:spacing w:line="240" w:lineRule="auto"/>
      </w:pPr>
      <w:r>
        <w:t xml:space="preserve">3) What genre of play </w:t>
      </w:r>
      <w:proofErr w:type="gramStart"/>
      <w:r>
        <w:t>is</w:t>
      </w:r>
      <w:proofErr w:type="gramEnd"/>
      <w:r>
        <w:t xml:space="preserve"> Romeo and Juliet? ……………………………………………………………</w:t>
      </w:r>
    </w:p>
    <w:p w:rsidR="00B70280" w:rsidRDefault="00B70280" w:rsidP="00B70280">
      <w:pPr>
        <w:spacing w:line="240" w:lineRule="auto"/>
      </w:pPr>
      <w:r>
        <w:t xml:space="preserve">4) What is the opening 14 lines of the play </w:t>
      </w:r>
      <w:proofErr w:type="gramStart"/>
      <w:r>
        <w:t>called ?</w:t>
      </w:r>
      <w:proofErr w:type="gramEnd"/>
      <w:r>
        <w:t xml:space="preserve"> ………………………………………………..</w:t>
      </w:r>
    </w:p>
    <w:p w:rsidR="00B70280" w:rsidRDefault="00B70280" w:rsidP="00B70280">
      <w:pPr>
        <w:spacing w:line="240" w:lineRule="auto"/>
      </w:pPr>
      <w:r>
        <w:t xml:space="preserve">5) What are the two family names in </w:t>
      </w:r>
      <w:r w:rsidRPr="00B70280">
        <w:rPr>
          <w:i/>
        </w:rPr>
        <w:t>Romeo and Juliet</w:t>
      </w:r>
      <w:r>
        <w:t>? ………………………………………..</w:t>
      </w:r>
    </w:p>
    <w:p w:rsidR="00B70280" w:rsidRDefault="00B70280" w:rsidP="00B70280">
      <w:pPr>
        <w:spacing w:line="240" w:lineRule="auto"/>
        <w:rPr>
          <w:b/>
        </w:rPr>
      </w:pPr>
      <w:r w:rsidRPr="00B70280">
        <w:rPr>
          <w:b/>
        </w:rPr>
        <w:t>Answer the following question in full sentences.</w:t>
      </w:r>
    </w:p>
    <w:p w:rsidR="00B70280" w:rsidRDefault="00B70280" w:rsidP="00B70280">
      <w:pPr>
        <w:spacing w:line="240" w:lineRule="auto"/>
      </w:pPr>
      <w:r>
        <w:t>1) Where in London would the play have been performed?</w:t>
      </w:r>
    </w:p>
    <w:p w:rsidR="00B70280" w:rsidRDefault="00B70280" w:rsidP="00B70280">
      <w:pPr>
        <w:spacing w:line="240" w:lineRule="auto"/>
      </w:pPr>
      <w:r>
        <w:t>………………………………………………………………………………………………………………………………….</w:t>
      </w:r>
    </w:p>
    <w:p w:rsidR="00B70280" w:rsidRPr="00B70280" w:rsidRDefault="00B70280" w:rsidP="00B70280">
      <w:pPr>
        <w:spacing w:line="240" w:lineRule="auto"/>
      </w:pPr>
      <w:r>
        <w:t>………………………………………………………………………………………………………………………………….</w:t>
      </w:r>
    </w:p>
    <w:p w:rsidR="00B70280" w:rsidRDefault="00B70280" w:rsidP="00B70280">
      <w:pPr>
        <w:spacing w:line="240" w:lineRule="auto"/>
      </w:pPr>
      <w:r>
        <w:t>2) How old was Shakespeare when he got married and why was the marriage rushed?</w:t>
      </w:r>
    </w:p>
    <w:p w:rsidR="00B70280" w:rsidRDefault="00B70280" w:rsidP="00B70280">
      <w:pPr>
        <w:spacing w:line="240" w:lineRule="auto"/>
      </w:pPr>
      <w:r>
        <w:t>………………………………………………………………………………………………………………………………….</w:t>
      </w:r>
    </w:p>
    <w:p w:rsidR="00B70280" w:rsidRPr="00B70280" w:rsidRDefault="00B70280" w:rsidP="00B70280">
      <w:pPr>
        <w:spacing w:line="240" w:lineRule="auto"/>
      </w:pPr>
      <w:r>
        <w:t>………………………………………………………………………………………………………………………………….</w:t>
      </w:r>
    </w:p>
    <w:p w:rsidR="005062EB" w:rsidRPr="00B653AC" w:rsidRDefault="005062EB" w:rsidP="00B653AC">
      <w:pPr>
        <w:spacing w:line="240" w:lineRule="auto"/>
      </w:pPr>
      <w:bookmarkStart w:id="0" w:name="_GoBack"/>
      <w:bookmarkEnd w:id="0"/>
    </w:p>
    <w:sectPr w:rsidR="005062EB" w:rsidRPr="00B653AC" w:rsidSect="00B70280">
      <w:pgSz w:w="11906" w:h="16838"/>
      <w:pgMar w:top="737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3AC"/>
    <w:rsid w:val="005062EB"/>
    <w:rsid w:val="00B653AC"/>
    <w:rsid w:val="00B70280"/>
    <w:rsid w:val="00C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A70DAFF1</Template>
  <TotalTime>44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Amess</dc:creator>
  <cp:lastModifiedBy>Michael Amess</cp:lastModifiedBy>
  <cp:revision>1</cp:revision>
  <cp:lastPrinted>2016-01-06T08:58:00Z</cp:lastPrinted>
  <dcterms:created xsi:type="dcterms:W3CDTF">2016-01-06T08:18:00Z</dcterms:created>
  <dcterms:modified xsi:type="dcterms:W3CDTF">2016-01-06T09:02:00Z</dcterms:modified>
</cp:coreProperties>
</file>